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D0F11" w14:textId="2579E00E" w:rsidR="00C008F0" w:rsidRDefault="00DA6601" w:rsidP="006C1676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3391CE2D" w14:textId="634E54C8" w:rsidR="006C1676" w:rsidRDefault="006C1676" w:rsidP="006C1676">
      <w:pPr>
        <w:pStyle w:val="LMMABAufgabenstellung"/>
        <w:rPr>
          <w:rFonts w:ascii="MuseoSans-300" w:hAnsi="MuseoSans-300" w:cs="MuseoSans-300"/>
          <w:b w:val="0"/>
          <w:bCs w:val="0"/>
          <w:sz w:val="22"/>
          <w:szCs w:val="22"/>
        </w:rPr>
      </w:pPr>
      <w:proofErr w:type="spellStart"/>
      <w:r w:rsidRPr="006C1676">
        <w:rPr>
          <w:rFonts w:ascii="MuseoSans-300" w:hAnsi="MuseoSans-300" w:cs="MuseoSans-300"/>
          <w:b w:val="0"/>
          <w:bCs w:val="0"/>
          <w:sz w:val="22"/>
          <w:szCs w:val="22"/>
        </w:rPr>
        <w:t>Lies</w:t>
      </w:r>
      <w:proofErr w:type="spellEnd"/>
      <w:r w:rsidRPr="006C1676">
        <w:rPr>
          <w:rFonts w:ascii="MuseoSans-300" w:hAnsi="MuseoSans-300" w:cs="MuseoSans-300"/>
          <w:b w:val="0"/>
          <w:bCs w:val="0"/>
          <w:sz w:val="22"/>
          <w:szCs w:val="22"/>
        </w:rPr>
        <w:t xml:space="preserve"> die Texte auf den Seiten 1 und 2 gründlich. Sind die Aussagen richtig oder falsch? Kreuze an: richtig (r) oder falsch (f). Wenn eine Aussage falsch ist, korrigiere sie mit Hilfe des Textes.</w:t>
      </w:r>
    </w:p>
    <w:p w14:paraId="3B81DD8D" w14:textId="77777777" w:rsidR="006C1676" w:rsidRPr="00370176" w:rsidRDefault="006C1676" w:rsidP="006C1676">
      <w:pPr>
        <w:pStyle w:val="LMMABAufgabenstellung"/>
        <w:rPr>
          <w:rFonts w:ascii="MuseoSans-300" w:hAnsi="MuseoSans-300" w:cs="MuseoSans-300"/>
          <w:b w:val="0"/>
          <w:bCs w:val="0"/>
          <w:sz w:val="22"/>
          <w:szCs w:val="22"/>
        </w:rPr>
      </w:pPr>
    </w:p>
    <w:p w14:paraId="6BC540FB" w14:textId="7877BD33" w:rsidR="00827AF1" w:rsidRPr="00370176" w:rsidRDefault="00827AF1" w:rsidP="00827AF1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 xml:space="preserve">1. </w:t>
      </w:r>
      <w:r w:rsidRPr="00370176">
        <w:rPr>
          <w:rFonts w:ascii="MuseoSans-300" w:hAnsi="MuseoSans-300" w:cstheme="minorHAnsi"/>
          <w:bCs/>
        </w:rPr>
        <w:tab/>
        <w:t>Circa ein Drittel der Erdoberfläche besteht aus Land.</w:t>
      </w:r>
      <w:r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Pr="00370176">
        <w:rPr>
          <w:rFonts w:ascii="MuseoSans-300" w:hAnsi="MuseoSans-300" w:cs="MuseoSans-500"/>
          <w:b/>
          <w:bCs/>
          <w:color w:val="00889B"/>
        </w:rPr>
        <w:tab/>
      </w:r>
      <w:r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49214F7C" w14:textId="02CFADE6" w:rsidR="00827AF1" w:rsidRPr="00370176" w:rsidRDefault="00827AF1" w:rsidP="00827AF1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2.</w:t>
      </w:r>
      <w:r w:rsidRPr="00370176">
        <w:rPr>
          <w:rFonts w:ascii="MuseoSans-300" w:hAnsi="MuseoSans-300" w:cstheme="minorHAnsi"/>
          <w:bCs/>
        </w:rPr>
        <w:tab/>
        <w:t>Mehr als die Hälfte der Erdoberfläche besteht aus Wasser</w:t>
      </w:r>
      <w:r w:rsidR="002D5A1F" w:rsidRPr="00370176">
        <w:rPr>
          <w:rFonts w:ascii="MuseoSans-300" w:hAnsi="MuseoSans-300" w:cstheme="minorHAnsi"/>
          <w:bCs/>
        </w:rPr>
        <w:t>.</w:t>
      </w:r>
      <w:r w:rsidR="00B76FE2"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2D5A1F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2D5A1F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2D5A1F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="002D5A1F" w:rsidRPr="00370176">
        <w:rPr>
          <w:rFonts w:ascii="MuseoSans-300" w:hAnsi="MuseoSans-300" w:cs="MuseoSans-500"/>
          <w:b/>
          <w:bCs/>
          <w:color w:val="00889B"/>
        </w:rPr>
        <w:tab/>
      </w:r>
      <w:r w:rsidR="002D5A1F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2D5A1F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2D5A1F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1DF314A0" w14:textId="1A4709B4" w:rsidR="00827AF1" w:rsidRPr="00370176" w:rsidRDefault="00827AF1" w:rsidP="00827AF1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3.</w:t>
      </w:r>
      <w:r w:rsidRPr="00370176">
        <w:rPr>
          <w:rFonts w:ascii="MuseoSans-300" w:hAnsi="MuseoSans-300" w:cstheme="minorHAnsi"/>
          <w:bCs/>
        </w:rPr>
        <w:tab/>
        <w:t>An Land findet man verschiedene Lebensräume.</w:t>
      </w:r>
      <w:r w:rsidR="0096622E"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96622E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96622E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96622E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="0096622E" w:rsidRPr="00370176">
        <w:rPr>
          <w:rFonts w:ascii="MuseoSans-300" w:hAnsi="MuseoSans-300" w:cs="MuseoSans-500"/>
          <w:b/>
          <w:bCs/>
          <w:color w:val="00889B"/>
        </w:rPr>
        <w:tab/>
      </w:r>
      <w:r w:rsidR="0096622E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96622E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96622E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5BEA8686" w14:textId="739446EC" w:rsidR="0096622E" w:rsidRPr="00370176" w:rsidRDefault="00827AF1" w:rsidP="0096622E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4.</w:t>
      </w:r>
      <w:r w:rsidRPr="00370176">
        <w:rPr>
          <w:rFonts w:ascii="MuseoSans-300" w:hAnsi="MuseoSans-300" w:cstheme="minorHAnsi"/>
          <w:bCs/>
        </w:rPr>
        <w:tab/>
        <w:t>Ein Lebewesen findet in seinem Lebensraum alles, was es braucht.</w:t>
      </w:r>
      <w:r w:rsidR="0096622E"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96622E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96622E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96622E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="0096622E" w:rsidRPr="00370176">
        <w:rPr>
          <w:rFonts w:ascii="MuseoSans-300" w:hAnsi="MuseoSans-300" w:cs="MuseoSans-500"/>
          <w:b/>
          <w:bCs/>
          <w:color w:val="00889B"/>
        </w:rPr>
        <w:tab/>
      </w:r>
      <w:r w:rsidR="0096622E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96622E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96622E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09365100" w14:textId="77777777" w:rsidR="0096622E" w:rsidRPr="00370176" w:rsidRDefault="00827AF1" w:rsidP="0096622E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5.</w:t>
      </w:r>
      <w:r w:rsidRPr="00370176">
        <w:rPr>
          <w:rFonts w:ascii="MuseoSans-300" w:hAnsi="MuseoSans-300" w:cstheme="minorHAnsi"/>
          <w:bCs/>
        </w:rPr>
        <w:tab/>
        <w:t>Fast zwei Millionen Arten von Pflanzen, Tieren und Pilzen sind bekannt.</w:t>
      </w:r>
      <w:r w:rsidR="0096622E" w:rsidRPr="00370176">
        <w:rPr>
          <w:rFonts w:ascii="MuseoSans-300" w:hAnsi="MuseoSans-300" w:cstheme="minorHAnsi"/>
          <w:bCs/>
        </w:rPr>
        <w:t xml:space="preserve"> </w:t>
      </w:r>
      <w:r w:rsidR="0096622E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96622E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96622E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="0096622E" w:rsidRPr="00370176">
        <w:rPr>
          <w:rFonts w:ascii="MuseoSans-300" w:hAnsi="MuseoSans-300" w:cs="MuseoSans-500"/>
          <w:b/>
          <w:bCs/>
          <w:color w:val="00889B"/>
        </w:rPr>
        <w:tab/>
      </w:r>
      <w:r w:rsidR="0096622E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96622E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96622E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10C2F881" w14:textId="5BE4CCDE" w:rsidR="0096622E" w:rsidRPr="00370176" w:rsidRDefault="00827AF1" w:rsidP="0096622E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6.</w:t>
      </w:r>
      <w:r w:rsidRPr="00370176">
        <w:rPr>
          <w:rFonts w:ascii="MuseoSans-300" w:hAnsi="MuseoSans-300" w:cstheme="minorHAnsi"/>
          <w:bCs/>
        </w:rPr>
        <w:tab/>
        <w:t>Wenn eine Tierart ausstirbt, ist das nicht so schlimm.</w:t>
      </w:r>
      <w:r w:rsidR="00B76FE2"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96622E" w:rsidRPr="00370176">
        <w:rPr>
          <w:rFonts w:ascii="MuseoSans-300" w:hAnsi="MuseoSans-300" w:cstheme="minorHAnsi"/>
          <w:bCs/>
        </w:rPr>
        <w:tab/>
      </w:r>
      <w:r w:rsidR="0096622E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96622E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96622E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="0096622E" w:rsidRPr="00370176">
        <w:rPr>
          <w:rFonts w:ascii="MuseoSans-300" w:hAnsi="MuseoSans-300" w:cs="MuseoSans-500"/>
          <w:b/>
          <w:bCs/>
          <w:color w:val="00889B"/>
        </w:rPr>
        <w:tab/>
      </w:r>
      <w:r w:rsidR="0096622E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96622E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96622E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05A13E12" w14:textId="6D085903" w:rsidR="0096622E" w:rsidRPr="00370176" w:rsidRDefault="00827AF1" w:rsidP="0096622E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7.</w:t>
      </w:r>
      <w:r w:rsidRPr="00370176">
        <w:rPr>
          <w:rFonts w:ascii="MuseoSans-300" w:hAnsi="MuseoSans-300" w:cstheme="minorHAnsi"/>
          <w:bCs/>
        </w:rPr>
        <w:tab/>
        <w:t>Vögel haben zwei Lebensräume.</w:t>
      </w:r>
      <w:r w:rsidR="00B76FE2"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96622E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96622E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96622E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="0096622E" w:rsidRPr="00370176">
        <w:rPr>
          <w:rFonts w:ascii="MuseoSans-300" w:hAnsi="MuseoSans-300" w:cs="MuseoSans-500"/>
          <w:b/>
          <w:bCs/>
          <w:color w:val="00889B"/>
        </w:rPr>
        <w:tab/>
      </w:r>
      <w:r w:rsidR="0096622E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96622E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96622E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13FB7FE6" w14:textId="4E84E347" w:rsidR="007B76D6" w:rsidRPr="00370176" w:rsidRDefault="00827AF1" w:rsidP="007B76D6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 xml:space="preserve">8. </w:t>
      </w:r>
      <w:r w:rsidRPr="00370176">
        <w:rPr>
          <w:rFonts w:ascii="MuseoSans-300" w:hAnsi="MuseoSans-300" w:cstheme="minorHAnsi"/>
          <w:bCs/>
        </w:rPr>
        <w:tab/>
        <w:t>Die Menschen sind schuld, dass die Rehe jetzt im Wald wohnen.</w:t>
      </w:r>
      <w:r w:rsidR="00B76FE2"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7B76D6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7B76D6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7B76D6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="007B76D6" w:rsidRPr="00370176">
        <w:rPr>
          <w:rFonts w:ascii="MuseoSans-300" w:hAnsi="MuseoSans-300" w:cs="MuseoSans-500"/>
          <w:b/>
          <w:bCs/>
          <w:color w:val="00889B"/>
        </w:rPr>
        <w:tab/>
      </w:r>
      <w:r w:rsidR="007B76D6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7B76D6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7B76D6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0F6EBB38" w14:textId="5B933CB0" w:rsidR="00C20B09" w:rsidRPr="00370176" w:rsidRDefault="00827AF1" w:rsidP="00C20B09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9.</w:t>
      </w:r>
      <w:r w:rsidRPr="00370176">
        <w:rPr>
          <w:rFonts w:ascii="MuseoSans-300" w:hAnsi="MuseoSans-300" w:cstheme="minorHAnsi"/>
          <w:bCs/>
        </w:rPr>
        <w:tab/>
        <w:t>Ameisen können in allen Lebensräumen wohnen.</w:t>
      </w:r>
      <w:r w:rsidR="00B76FE2"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C20B09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C20B09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C20B09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="00C20B09" w:rsidRPr="00370176">
        <w:rPr>
          <w:rFonts w:ascii="MuseoSans-300" w:hAnsi="MuseoSans-300" w:cs="MuseoSans-500"/>
          <w:b/>
          <w:bCs/>
          <w:color w:val="00889B"/>
        </w:rPr>
        <w:tab/>
      </w:r>
      <w:r w:rsidR="00C20B09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C20B09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C20B09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77CAE100" w14:textId="6645CFAC" w:rsidR="00C20B09" w:rsidRPr="00370176" w:rsidRDefault="00827AF1" w:rsidP="00C20B09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10.</w:t>
      </w:r>
      <w:r w:rsidRPr="00370176">
        <w:rPr>
          <w:rFonts w:ascii="MuseoSans-300" w:hAnsi="MuseoSans-300" w:cstheme="minorHAnsi"/>
          <w:bCs/>
        </w:rPr>
        <w:tab/>
        <w:t>Seit 50 Jahren verändern sich die Lebensräume auf der Erde sehr.</w:t>
      </w:r>
      <w:r w:rsidR="00B76FE2"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C20B09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C20B09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C20B09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="00C20B09" w:rsidRPr="00370176">
        <w:rPr>
          <w:rFonts w:ascii="MuseoSans-300" w:hAnsi="MuseoSans-300" w:cs="MuseoSans-500"/>
          <w:b/>
          <w:bCs/>
          <w:color w:val="00889B"/>
        </w:rPr>
        <w:tab/>
      </w:r>
      <w:r w:rsidR="00C20B09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C20B09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C20B09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6FE8600B" w14:textId="77777777" w:rsidR="00C20B09" w:rsidRPr="00370176" w:rsidRDefault="00827AF1" w:rsidP="00C20B09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11.</w:t>
      </w:r>
      <w:r w:rsidRPr="00370176">
        <w:rPr>
          <w:rFonts w:ascii="MuseoSans-300" w:hAnsi="MuseoSans-300" w:cstheme="minorHAnsi"/>
          <w:bCs/>
        </w:rPr>
        <w:tab/>
        <w:t xml:space="preserve">Die Menschen brauchen mehr Platz für Häuser und Straßen. </w:t>
      </w:r>
    </w:p>
    <w:p w14:paraId="553AB9F8" w14:textId="0C117036" w:rsidR="00827AF1" w:rsidRPr="00370176" w:rsidRDefault="00827AF1" w:rsidP="00C20B09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Deswegen sterben viele Tierarten aus.</w:t>
      </w:r>
      <w:r w:rsidR="00B76FE2"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C20B09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C20B09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C20B09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="00C20B09" w:rsidRPr="00370176">
        <w:rPr>
          <w:rFonts w:ascii="MuseoSans-300" w:hAnsi="MuseoSans-300" w:cs="MuseoSans-500"/>
          <w:b/>
          <w:bCs/>
          <w:color w:val="00889B"/>
        </w:rPr>
        <w:tab/>
      </w:r>
      <w:r w:rsidR="00C20B09"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="00C20B09"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="00C20B09"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p w14:paraId="48FD485E" w14:textId="77777777" w:rsidR="00827AF1" w:rsidRPr="00370176" w:rsidRDefault="00827AF1" w:rsidP="00827AF1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12.</w:t>
      </w:r>
      <w:r w:rsidRPr="00370176">
        <w:rPr>
          <w:rFonts w:ascii="MuseoSans-300" w:hAnsi="MuseoSans-300" w:cstheme="minorHAnsi"/>
          <w:bCs/>
        </w:rPr>
        <w:tab/>
        <w:t xml:space="preserve">Das natürliche Gleichgewicht ist durch die Umweltverschmutzung nur </w:t>
      </w:r>
    </w:p>
    <w:p w14:paraId="6F6137B7" w14:textId="17DADF65" w:rsidR="00827AF1" w:rsidRPr="00370176" w:rsidRDefault="00827AF1" w:rsidP="006C1676">
      <w:pPr>
        <w:rPr>
          <w:rFonts w:ascii="MuseoSans-300" w:hAnsi="MuseoSans-300" w:cstheme="minorHAnsi"/>
          <w:bCs/>
        </w:rPr>
      </w:pPr>
      <w:r w:rsidRPr="00370176">
        <w:rPr>
          <w:rFonts w:ascii="MuseoSans-300" w:hAnsi="MuseoSans-300" w:cstheme="minorHAnsi"/>
          <w:bCs/>
        </w:rPr>
        <w:t>ein bisschen gestört.</w:t>
      </w:r>
      <w:r w:rsidR="00B76FE2" w:rsidRPr="00370176">
        <w:rPr>
          <w:rFonts w:ascii="MuseoSans-300" w:hAnsi="MuseoSans-300" w:cstheme="minorHAnsi"/>
          <w:bCs/>
        </w:rPr>
        <w:t xml:space="preserve"> </w:t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="00B76FE2" w:rsidRPr="00370176">
        <w:rPr>
          <w:rFonts w:ascii="MuseoSans-300" w:hAnsi="MuseoSans-300" w:cstheme="minorHAnsi"/>
          <w:bCs/>
        </w:rPr>
        <w:tab/>
      </w:r>
      <w:r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richtig</w:t>
      </w:r>
      <w:r w:rsidRPr="00370176">
        <w:rPr>
          <w:rFonts w:ascii="MuseoSans-300" w:hAnsi="MuseoSans-300" w:cs="MuseoSans-500"/>
          <w:b/>
          <w:bCs/>
          <w:color w:val="00889B"/>
        </w:rPr>
        <w:tab/>
      </w:r>
      <w:r w:rsidRPr="00370176">
        <w:rPr>
          <w:rStyle w:val="LMMABKstchen"/>
          <w:rFonts w:ascii="MuseoSans-300" w:hAnsi="MuseoSans-300"/>
          <w:color w:val="00889B"/>
          <w:sz w:val="22"/>
          <w:szCs w:val="22"/>
        </w:rPr>
        <w:sym w:font="Wingdings" w:char="F0A8"/>
      </w:r>
      <w:r w:rsidRPr="00370176">
        <w:rPr>
          <w:rFonts w:ascii="MuseoSans-300" w:hAnsi="MuseoSans-300" w:cs="MuseoSans-500"/>
          <w:b/>
          <w:bCs/>
          <w:color w:val="00889B"/>
          <w:position w:val="-2"/>
        </w:rPr>
        <w:t xml:space="preserve"> </w:t>
      </w:r>
      <w:r w:rsidRPr="00370176">
        <w:rPr>
          <w:rStyle w:val="LMMABrichtigfalsch"/>
          <w:rFonts w:ascii="MuseoSans-300" w:hAnsi="MuseoSans-300"/>
          <w:color w:val="00889B"/>
          <w:sz w:val="22"/>
          <w:szCs w:val="22"/>
        </w:rPr>
        <w:t>falsch</w:t>
      </w:r>
    </w:p>
    <w:sectPr w:rsidR="00827AF1" w:rsidRPr="00370176" w:rsidSect="0091187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963A" w14:textId="77777777" w:rsidR="000E486E" w:rsidRDefault="000E486E" w:rsidP="004F0C8C">
      <w:pPr>
        <w:spacing w:after="0" w:line="240" w:lineRule="auto"/>
      </w:pPr>
      <w:r>
        <w:separator/>
      </w:r>
    </w:p>
  </w:endnote>
  <w:endnote w:type="continuationSeparator" w:id="0">
    <w:p w14:paraId="42038A57" w14:textId="77777777" w:rsidR="000E486E" w:rsidRDefault="000E486E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330D" w14:textId="77777777" w:rsidR="000E486E" w:rsidRDefault="000E486E" w:rsidP="004F0C8C">
      <w:pPr>
        <w:spacing w:after="0" w:line="240" w:lineRule="auto"/>
      </w:pPr>
      <w:r>
        <w:separator/>
      </w:r>
    </w:p>
  </w:footnote>
  <w:footnote w:type="continuationSeparator" w:id="0">
    <w:p w14:paraId="65C39456" w14:textId="77777777" w:rsidR="000E486E" w:rsidRDefault="000E486E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93B8" w14:textId="1F938CFD" w:rsidR="00D8071A" w:rsidRDefault="009A7388" w:rsidP="006C247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6192" behindDoc="1" locked="0" layoutInCell="1" allowOverlap="1" wp14:anchorId="7EFFDD5B" wp14:editId="2F151DA0">
          <wp:simplePos x="0" y="0"/>
          <wp:positionH relativeFrom="page">
            <wp:posOffset>818707</wp:posOffset>
          </wp:positionH>
          <wp:positionV relativeFrom="page">
            <wp:posOffset>170121</wp:posOffset>
          </wp:positionV>
          <wp:extent cx="1998921" cy="718181"/>
          <wp:effectExtent l="0" t="0" r="1905" b="635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8579" cy="721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1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4B6417D" wp14:editId="1D6E9D99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10544197" w:rsidR="0091187F" w:rsidRPr="006E639C" w:rsidRDefault="00186CE5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Darum geht‘s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10544197" w:rsidR="0091187F" w:rsidRPr="006E639C" w:rsidRDefault="00186CE5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Darum geht‘s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61ECCB08" wp14:editId="581E4CA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359BC12" wp14:editId="37A0B9A5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1838F3"/>
    <w:rsid w:val="00186CE5"/>
    <w:rsid w:val="002956CB"/>
    <w:rsid w:val="002D5A1F"/>
    <w:rsid w:val="00303008"/>
    <w:rsid w:val="00370176"/>
    <w:rsid w:val="003B46B0"/>
    <w:rsid w:val="00433401"/>
    <w:rsid w:val="0048518C"/>
    <w:rsid w:val="004A40F6"/>
    <w:rsid w:val="004B475E"/>
    <w:rsid w:val="004F0C8C"/>
    <w:rsid w:val="00505E76"/>
    <w:rsid w:val="00543DD4"/>
    <w:rsid w:val="00554F2E"/>
    <w:rsid w:val="005A0BFA"/>
    <w:rsid w:val="005D77BB"/>
    <w:rsid w:val="00655D4D"/>
    <w:rsid w:val="006601A8"/>
    <w:rsid w:val="006C1676"/>
    <w:rsid w:val="006C2472"/>
    <w:rsid w:val="006E639C"/>
    <w:rsid w:val="007068DA"/>
    <w:rsid w:val="00737FF8"/>
    <w:rsid w:val="007B76D6"/>
    <w:rsid w:val="007E44A6"/>
    <w:rsid w:val="007E50E4"/>
    <w:rsid w:val="00827AF1"/>
    <w:rsid w:val="008E3200"/>
    <w:rsid w:val="0091187F"/>
    <w:rsid w:val="00926D4A"/>
    <w:rsid w:val="0096622E"/>
    <w:rsid w:val="00995000"/>
    <w:rsid w:val="009A7388"/>
    <w:rsid w:val="009F2132"/>
    <w:rsid w:val="00A30972"/>
    <w:rsid w:val="00A537FB"/>
    <w:rsid w:val="00B36AA0"/>
    <w:rsid w:val="00B62123"/>
    <w:rsid w:val="00B76FE2"/>
    <w:rsid w:val="00C008F0"/>
    <w:rsid w:val="00C20B09"/>
    <w:rsid w:val="00CB586C"/>
    <w:rsid w:val="00D142C5"/>
    <w:rsid w:val="00D8071A"/>
    <w:rsid w:val="00D866F4"/>
    <w:rsid w:val="00D9267A"/>
    <w:rsid w:val="00DA6601"/>
    <w:rsid w:val="00E447D4"/>
    <w:rsid w:val="00E44EED"/>
    <w:rsid w:val="00E80A59"/>
    <w:rsid w:val="00E822D4"/>
    <w:rsid w:val="00EB137B"/>
    <w:rsid w:val="00ED5A2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655D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AFYC7NJT7KP2-1905227610-1561302</_dlc_DocId>
    <_dlc_DocIdUrl xmlns="30f8d9ab-8048-4911-afe4-f0c444fa604b">
      <Url>https://eduversum.sharepoint.com/sites/Daten/_layouts/15/DocIdRedir.aspx?ID=AFYC7NJT7KP2-1905227610-1561302</Url>
      <Description>AFYC7NJT7KP2-1905227610-1561302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  <Datum xmlns="7a79e2bb-7aaf-4e2c-9539-3aa44b2e199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8" ma:contentTypeDescription="Ein neues Dokument erstellen." ma:contentTypeScope="" ma:versionID="11a7dd6dbcba9c3629070f4d7600413d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fb3a65ec659d966ee3ef22246568919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62300-8374-4ADC-880C-9A06881D087C}">
  <ds:schemaRefs>
    <ds:schemaRef ds:uri="7a79e2bb-7aaf-4e2c-9539-3aa44b2e1991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0f8d9ab-8048-4911-afe4-f0c444fa604b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A197C4-4B04-4201-9A3E-98BED92B9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170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11</cp:revision>
  <cp:lastPrinted>2017-07-12T15:42:00Z</cp:lastPrinted>
  <dcterms:created xsi:type="dcterms:W3CDTF">2023-05-31T10:01:00Z</dcterms:created>
  <dcterms:modified xsi:type="dcterms:W3CDTF">2023-05-31T10:21:00Z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993bea93-9b71-4221-8096-28388318b287</vt:lpwstr>
  </property>
  <property fmtid="{D5CDD505-2E9C-101B-9397-08002B2CF9AE}" pid="5" name="MediaServiceImageTags">
    <vt:lpwstr/>
  </property>
</Properties>
</file>